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62D" w:rsidRDefault="003A262D" w:rsidP="006E16FB">
      <w:pPr>
        <w:jc w:val="center"/>
        <w:rPr>
          <w:sz w:val="72"/>
          <w:szCs w:val="72"/>
        </w:rPr>
      </w:pPr>
      <w:r w:rsidRPr="006E16FB">
        <w:rPr>
          <w:sz w:val="72"/>
          <w:szCs w:val="72"/>
        </w:rPr>
        <w:t>Art reflection</w:t>
      </w:r>
      <w:r>
        <w:rPr>
          <w:sz w:val="72"/>
          <w:szCs w:val="72"/>
        </w:rPr>
        <w:t xml:space="preserve"> </w:t>
      </w:r>
    </w:p>
    <w:p w:rsidR="003A262D" w:rsidRPr="002A0B18" w:rsidRDefault="003A262D" w:rsidP="006E16FB">
      <w:pPr>
        <w:rPr>
          <w:sz w:val="36"/>
          <w:szCs w:val="36"/>
        </w:rPr>
      </w:pPr>
      <w:r w:rsidRPr="002A0B18">
        <w:rPr>
          <w:sz w:val="36"/>
          <w:szCs w:val="36"/>
        </w:rPr>
        <w:t>My piece is called falling into foreshortening. I choose this peace because I like how it looks like cartons. I used one of my favorite shoes like how I drew the pattern.</w:t>
      </w:r>
    </w:p>
    <w:p w:rsidR="003A262D" w:rsidRPr="002A0B18" w:rsidRDefault="003A262D" w:rsidP="006E16FB">
      <w:pPr>
        <w:rPr>
          <w:sz w:val="36"/>
          <w:szCs w:val="36"/>
        </w:rPr>
      </w:pPr>
      <w:r w:rsidRPr="002A0B18">
        <w:rPr>
          <w:sz w:val="36"/>
          <w:szCs w:val="36"/>
        </w:rPr>
        <w:t xml:space="preserve">   If I can do it again I would color the bottom of my shoes</w:t>
      </w:r>
      <w:r>
        <w:rPr>
          <w:sz w:val="36"/>
          <w:szCs w:val="36"/>
        </w:rPr>
        <w:t xml:space="preserve"> better</w:t>
      </w:r>
      <w:r w:rsidRPr="002A0B18">
        <w:rPr>
          <w:sz w:val="36"/>
          <w:szCs w:val="36"/>
        </w:rPr>
        <w:t>.</w:t>
      </w:r>
      <w:r>
        <w:rPr>
          <w:sz w:val="36"/>
          <w:szCs w:val="36"/>
        </w:rPr>
        <w:t xml:space="preserve"> Other than that I like every thing I did and i don’t what to make any changes on it.</w:t>
      </w:r>
      <w:r w:rsidRPr="002A0B18">
        <w:rPr>
          <w:sz w:val="36"/>
          <w:szCs w:val="36"/>
        </w:rPr>
        <w:t xml:space="preserve">    </w:t>
      </w:r>
    </w:p>
    <w:sectPr w:rsidR="003A262D" w:rsidRPr="002A0B18" w:rsidSect="00450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6FB"/>
    <w:rsid w:val="001E78BA"/>
    <w:rsid w:val="00221EEB"/>
    <w:rsid w:val="002A0B18"/>
    <w:rsid w:val="002E5001"/>
    <w:rsid w:val="002F3703"/>
    <w:rsid w:val="00393C87"/>
    <w:rsid w:val="003A262D"/>
    <w:rsid w:val="004507E0"/>
    <w:rsid w:val="005C332C"/>
    <w:rsid w:val="006E16FB"/>
    <w:rsid w:val="00713099"/>
    <w:rsid w:val="00DE4453"/>
    <w:rsid w:val="00F7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7E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51</Words>
  <Characters>294</Characters>
  <Application>Microsoft Office Outlook</Application>
  <DocSecurity>0</DocSecurity>
  <Lines>0</Lines>
  <Paragraphs>0</Paragraphs>
  <ScaleCrop>false</ScaleCrop>
  <Company>Franklin Township Board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reflection </dc:title>
  <dc:subject/>
  <dc:creator>Owner</dc:creator>
  <cp:keywords/>
  <dc:description/>
  <cp:lastModifiedBy>Administrator</cp:lastModifiedBy>
  <cp:revision>3</cp:revision>
  <dcterms:created xsi:type="dcterms:W3CDTF">2012-05-15T16:29:00Z</dcterms:created>
  <dcterms:modified xsi:type="dcterms:W3CDTF">2012-05-15T18:41:00Z</dcterms:modified>
</cp:coreProperties>
</file>